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 xml:space="preserve">з метою </w:t>
      </w:r>
      <w:r w:rsidR="00072DD3">
        <w:rPr>
          <w:color w:val="000000"/>
          <w:shd w:val="clear" w:color="auto" w:fill="FFFFFF"/>
        </w:rPr>
        <w:t>організації та проведення воркшопу</w:t>
      </w:r>
      <w:r w:rsidR="00A92D90">
        <w:rPr>
          <w:color w:val="000000"/>
          <w:shd w:val="clear" w:color="auto" w:fill="FFFFFF"/>
        </w:rPr>
        <w:t xml:space="preserve"> з передових цифрових технологій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 w:rsidRPr="009F1524">
        <w:rPr>
          <w:color w:val="000000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 w:rsidRPr="009F1524">
        <w:rPr>
          <w:color w:val="000000"/>
        </w:rPr>
        <w:t>КПКВК</w:t>
      </w:r>
      <w:r w:rsidRPr="009F1524">
        <w:rPr>
          <w:color w:val="000000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9F5DFA">
        <w:t>кошти в сумі 4</w:t>
      </w:r>
      <w:r w:rsidR="009B7B4A">
        <w:t xml:space="preserve">0 </w:t>
      </w:r>
      <w:r w:rsidR="001A512A">
        <w:t xml:space="preserve">000,00 </w:t>
      </w:r>
      <w:r w:rsidR="00BB7684" w:rsidRPr="009F1524">
        <w:rPr>
          <w:color w:val="000000"/>
        </w:rPr>
        <w:t xml:space="preserve">грн. </w:t>
      </w:r>
      <w:r w:rsidR="009F5DFA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072DD3" w:rsidRPr="00072DD3">
        <w:rPr>
          <w:color w:val="000000"/>
          <w:shd w:val="clear" w:color="auto" w:fill="FFFFFF"/>
        </w:rPr>
        <w:t xml:space="preserve"> </w:t>
      </w:r>
      <w:r w:rsidR="00072DD3">
        <w:rPr>
          <w:color w:val="000000"/>
          <w:shd w:val="clear" w:color="auto" w:fill="FFFFFF"/>
        </w:rPr>
        <w:t>організацію та проведення воркшопу</w:t>
      </w:r>
      <w:r w:rsidR="00A92D90">
        <w:rPr>
          <w:color w:val="000000"/>
          <w:shd w:val="clear" w:color="auto" w:fill="FFFFFF"/>
        </w:rPr>
        <w:t xml:space="preserve"> з передових цифрових технологій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511F08" w:rsidRDefault="00511F08" w:rsidP="00511F08">
      <w:pPr>
        <w:pStyle w:val="a5"/>
        <w:numPr>
          <w:ilvl w:val="0"/>
          <w:numId w:val="4"/>
        </w:numPr>
        <w:ind w:left="567" w:firstLine="567"/>
        <w:jc w:val="both"/>
      </w:pPr>
      <w:r>
        <w:t xml:space="preserve">Контроль за виконанням даного рішення покласти на заступника міського голови </w:t>
      </w:r>
      <w:proofErr w:type="spellStart"/>
      <w:r>
        <w:t>Р.Гайду</w:t>
      </w:r>
      <w:proofErr w:type="spellEnd"/>
      <w:r>
        <w:t>.</w:t>
      </w:r>
    </w:p>
    <w:p w:rsidR="00511F08" w:rsidRDefault="00511F08" w:rsidP="00511F08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45C"/>
    <w:rsid w:val="00066393"/>
    <w:rsid w:val="00072DD3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4571C6"/>
    <w:rsid w:val="00465F22"/>
    <w:rsid w:val="004D6AF4"/>
    <w:rsid w:val="00511F08"/>
    <w:rsid w:val="0056545C"/>
    <w:rsid w:val="005E1F9B"/>
    <w:rsid w:val="00606A23"/>
    <w:rsid w:val="006414A7"/>
    <w:rsid w:val="0066368B"/>
    <w:rsid w:val="006A39E5"/>
    <w:rsid w:val="006C6138"/>
    <w:rsid w:val="007632E1"/>
    <w:rsid w:val="00770D80"/>
    <w:rsid w:val="007B126E"/>
    <w:rsid w:val="007C1E88"/>
    <w:rsid w:val="007F50AB"/>
    <w:rsid w:val="00815475"/>
    <w:rsid w:val="00830F3C"/>
    <w:rsid w:val="00894424"/>
    <w:rsid w:val="008D3D08"/>
    <w:rsid w:val="00914DFB"/>
    <w:rsid w:val="00963A86"/>
    <w:rsid w:val="009A5D16"/>
    <w:rsid w:val="009B7B4A"/>
    <w:rsid w:val="009F1524"/>
    <w:rsid w:val="009F5DFA"/>
    <w:rsid w:val="00A0664A"/>
    <w:rsid w:val="00A92D90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B1ECE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7AEC7-7F56-450B-83D2-99B75878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89;&#1077;&#1088;&#1087;&#1077;&#1085;&#1100;%205%20&#1074;&#1077;&#1073;\&#1087;&#1088;&#1086;&#1077;&#1082;&#1090;%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11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2018-03-02T08:22:00Z</cp:lastPrinted>
  <dcterms:created xsi:type="dcterms:W3CDTF">2019-08-23T11:08:00Z</dcterms:created>
  <dcterms:modified xsi:type="dcterms:W3CDTF">2019-08-23T11:08:00Z</dcterms:modified>
</cp:coreProperties>
</file>